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D4D53">
        <w:rPr>
          <w:rFonts w:ascii="Corbel" w:hAnsi="Corbel"/>
          <w:b/>
          <w:smallCaps/>
          <w:sz w:val="24"/>
          <w:szCs w:val="24"/>
        </w:rPr>
        <w:t xml:space="preserve"> 202</w:t>
      </w:r>
      <w:r w:rsidR="00A37022">
        <w:rPr>
          <w:rFonts w:ascii="Corbel" w:hAnsi="Corbel"/>
          <w:b/>
          <w:smallCaps/>
          <w:sz w:val="24"/>
          <w:szCs w:val="24"/>
        </w:rPr>
        <w:t>1</w:t>
      </w:r>
      <w:r w:rsidR="00A827CD">
        <w:rPr>
          <w:rFonts w:ascii="Corbel" w:hAnsi="Corbel"/>
          <w:b/>
          <w:smallCaps/>
          <w:sz w:val="24"/>
          <w:szCs w:val="24"/>
        </w:rPr>
        <w:t>-</w:t>
      </w:r>
      <w:r w:rsidR="000D4D53">
        <w:rPr>
          <w:rFonts w:ascii="Corbel" w:hAnsi="Corbel"/>
          <w:b/>
          <w:smallCaps/>
          <w:sz w:val="24"/>
          <w:szCs w:val="24"/>
        </w:rPr>
        <w:t>202</w:t>
      </w:r>
      <w:r w:rsidR="00A37022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A827CD">
        <w:rPr>
          <w:rFonts w:ascii="Corbel" w:hAnsi="Corbel"/>
          <w:sz w:val="20"/>
          <w:szCs w:val="20"/>
        </w:rPr>
        <w:t xml:space="preserve">akademicki   </w:t>
      </w:r>
      <w:r w:rsidR="000D4D53">
        <w:rPr>
          <w:rFonts w:ascii="Corbel" w:hAnsi="Corbel"/>
          <w:sz w:val="20"/>
          <w:szCs w:val="20"/>
        </w:rPr>
        <w:t>202</w:t>
      </w:r>
      <w:r w:rsidR="00A37022">
        <w:rPr>
          <w:rFonts w:ascii="Corbel" w:hAnsi="Corbel"/>
          <w:sz w:val="20"/>
          <w:szCs w:val="20"/>
        </w:rPr>
        <w:t>2</w:t>
      </w:r>
      <w:r w:rsidR="000D4D53">
        <w:rPr>
          <w:rFonts w:ascii="Corbel" w:hAnsi="Corbel"/>
          <w:sz w:val="20"/>
          <w:szCs w:val="20"/>
        </w:rPr>
        <w:t>/202</w:t>
      </w:r>
      <w:r w:rsidR="00A3702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4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46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191620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6F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96F2C" w:rsidP="00D96F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K_W12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036F5" w:rsidRPr="009C54AE" w:rsidRDefault="009036F5" w:rsidP="000866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0866A0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Etos pedagoga w kontekście jego obowiązków wychowawczych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Naukowy status etyki stosowanej</w:t>
            </w:r>
            <w:r w:rsidRPr="00DE1A0F">
              <w:rPr>
                <w:rFonts w:ascii="Corbel" w:hAnsi="Corbel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Katedra Filozofii Akademii Pomorskiej. Słupsk 2010, s. 48-53.</w:t>
            </w:r>
          </w:p>
          <w:p w:rsidR="009036F5" w:rsidRPr="001E7897" w:rsidRDefault="009036F5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Zasady konstruowania norm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In: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Aplikovaná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etika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kontext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a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perspektívy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Ed.: L.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Vladyková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Bittner B., Stępień J.,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Wprowadzenie do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Podręcznik. Wyd. eMPi2. Poznań 2000. 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Godność osoby etyczną płaszczyzną rozwoju i wychowania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Polylog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Człowiek istotą etyczną - wyzwanie dla systemu edukacji</w:t>
            </w:r>
            <w:r w:rsidRPr="00DE1A0F">
              <w:rPr>
                <w:rFonts w:ascii="Corbel" w:hAnsi="Corbel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Wyd. Katedra Filozofii Pomorskiej Akademii Pedagogicznej. Słupsk 2006, s. 70-76.</w:t>
            </w:r>
          </w:p>
          <w:p w:rsidR="001E7897" w:rsidRPr="00DE1A0F" w:rsidRDefault="001E7897" w:rsidP="001E789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FC22F7">
              <w:rPr>
                <w:rFonts w:ascii="Corbel" w:hAnsi="Corbel"/>
                <w:i/>
                <w:sz w:val="24"/>
                <w:szCs w:val="24"/>
              </w:rPr>
              <w:t>Kodeks Etyki Nauczycielskiej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, Polskie Towarzystwo Nauczycieli. Warszawa </w:t>
            </w:r>
            <w:r w:rsidRPr="00DE1A0F">
              <w:rPr>
                <w:rFonts w:ascii="Corbel" w:hAnsi="Corbel"/>
                <w:sz w:val="24"/>
                <w:szCs w:val="24"/>
              </w:rPr>
              <w:lastRenderedPageBreak/>
              <w:t>1997.</w:t>
            </w:r>
          </w:p>
          <w:p w:rsidR="001E7897" w:rsidRPr="00DE1A0F" w:rsidRDefault="001E7897" w:rsidP="001E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  <w:lang w:val="sk-SK"/>
              </w:rPr>
            </w:pPr>
            <w:r w:rsidRPr="00FC22F7">
              <w:rPr>
                <w:rFonts w:ascii="Corbel" w:hAnsi="Corbel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E1A0F">
              <w:rPr>
                <w:rFonts w:ascii="Corbel" w:hAnsi="Corbel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1E789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1A0F">
              <w:rPr>
                <w:rFonts w:ascii="Corbel" w:hAnsi="Corbel"/>
                <w:b w:val="0"/>
                <w:szCs w:val="24"/>
              </w:rPr>
              <w:t xml:space="preserve">Rusiecki M., </w:t>
            </w:r>
            <w:r w:rsidRPr="00FC22F7">
              <w:rPr>
                <w:rFonts w:ascii="Corbel" w:hAnsi="Corbel"/>
                <w:b w:val="0"/>
                <w:i/>
                <w:szCs w:val="24"/>
              </w:rPr>
              <w:t>Karta odpowiedzialności i obowiązków nauczyciela</w:t>
            </w:r>
            <w:r w:rsidRPr="00DE1A0F">
              <w:rPr>
                <w:rFonts w:ascii="Corbel" w:hAnsi="Corbel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EF7" w:rsidRDefault="007F4EF7" w:rsidP="00C16ABF">
      <w:pPr>
        <w:spacing w:after="0" w:line="240" w:lineRule="auto"/>
      </w:pPr>
      <w:r>
        <w:separator/>
      </w:r>
    </w:p>
  </w:endnote>
  <w:endnote w:type="continuationSeparator" w:id="0">
    <w:p w:rsidR="007F4EF7" w:rsidRDefault="007F4E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EF7" w:rsidRDefault="007F4EF7" w:rsidP="00C16ABF">
      <w:pPr>
        <w:spacing w:after="0" w:line="240" w:lineRule="auto"/>
      </w:pPr>
      <w:r>
        <w:separator/>
      </w:r>
    </w:p>
  </w:footnote>
  <w:footnote w:type="continuationSeparator" w:id="0">
    <w:p w:rsidR="007F4EF7" w:rsidRDefault="007F4E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74CFE"/>
    <w:rsid w:val="00084C12"/>
    <w:rsid w:val="000866A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D53"/>
    <w:rsid w:val="000E6F1D"/>
    <w:rsid w:val="000F1C57"/>
    <w:rsid w:val="000F5615"/>
    <w:rsid w:val="001225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620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2D6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6A9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55901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4EF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022"/>
    <w:rsid w:val="00A371F6"/>
    <w:rsid w:val="00A43BF6"/>
    <w:rsid w:val="00A53FA5"/>
    <w:rsid w:val="00A54817"/>
    <w:rsid w:val="00A601C8"/>
    <w:rsid w:val="00A60799"/>
    <w:rsid w:val="00A827C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40B0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6F2C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783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505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83ED0-9F47-48CF-89F0-088475B7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2020-01-16T09:45:00Z</cp:lastPrinted>
  <dcterms:created xsi:type="dcterms:W3CDTF">2019-11-18T12:43:00Z</dcterms:created>
  <dcterms:modified xsi:type="dcterms:W3CDTF">2021-09-27T08:18:00Z</dcterms:modified>
</cp:coreProperties>
</file>